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D04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6D5269" w14:textId="77777777" w:rsidTr="00146EEC">
        <w:tc>
          <w:tcPr>
            <w:tcW w:w="2689" w:type="dxa"/>
          </w:tcPr>
          <w:p w14:paraId="11F0A8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8EA5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CE34E7" w14:textId="77777777" w:rsidTr="00684078">
        <w:trPr>
          <w:trHeight w:val="450"/>
        </w:trPr>
        <w:tc>
          <w:tcPr>
            <w:tcW w:w="2689" w:type="dxa"/>
          </w:tcPr>
          <w:p w14:paraId="43FF8419" w14:textId="6AD63A1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62686">
              <w:t xml:space="preserve"> 1</w:t>
            </w:r>
          </w:p>
        </w:tc>
        <w:tc>
          <w:tcPr>
            <w:tcW w:w="6939" w:type="dxa"/>
          </w:tcPr>
          <w:p w14:paraId="3C7B99F6" w14:textId="637B8A95" w:rsidR="00F1480E" w:rsidRPr="000754EC" w:rsidRDefault="008D789F" w:rsidP="000754EC">
            <w:pPr>
              <w:pStyle w:val="SIText"/>
            </w:pPr>
            <w:r>
              <w:t>This version released with</w:t>
            </w:r>
            <w:r w:rsidRPr="008D789F">
              <w:t xml:space="preserve"> AHC Agriculture, Horticulture and Conservation and Land Management Training Package Version 3.0.</w:t>
            </w:r>
          </w:p>
        </w:tc>
      </w:tr>
    </w:tbl>
    <w:p w14:paraId="3DD067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6A9F3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F11DF90" w14:textId="387E7D6A" w:rsidR="00F1480E" w:rsidRPr="000754EC" w:rsidRDefault="00120707" w:rsidP="000754EC">
            <w:pPr>
              <w:pStyle w:val="SIUNITCODE"/>
            </w:pPr>
            <w:r>
              <w:t>FBPVIT</w:t>
            </w:r>
            <w:r w:rsidR="00920DB5">
              <w:t>3xxX</w:t>
            </w:r>
          </w:p>
        </w:tc>
        <w:tc>
          <w:tcPr>
            <w:tcW w:w="3604" w:type="pct"/>
            <w:shd w:val="clear" w:color="auto" w:fill="auto"/>
          </w:tcPr>
          <w:p w14:paraId="6BBA9171" w14:textId="7EFFBA37" w:rsidR="00F1480E" w:rsidRPr="000754EC" w:rsidRDefault="00C62686" w:rsidP="000754EC">
            <w:pPr>
              <w:pStyle w:val="SIUnittitle"/>
            </w:pPr>
            <w:r>
              <w:t>Coordinate vineyard operations</w:t>
            </w:r>
          </w:p>
        </w:tc>
      </w:tr>
      <w:tr w:rsidR="00F1480E" w:rsidRPr="00963A46" w14:paraId="20DE6FCF" w14:textId="77777777" w:rsidTr="00CA2922">
        <w:tc>
          <w:tcPr>
            <w:tcW w:w="1396" w:type="pct"/>
            <w:shd w:val="clear" w:color="auto" w:fill="auto"/>
          </w:tcPr>
          <w:p w14:paraId="1A67A47C" w14:textId="44CB204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90679E" w14:textId="578D48BD" w:rsidR="005B1E09" w:rsidRPr="005B1E09" w:rsidRDefault="005B1E09" w:rsidP="00F82574">
            <w:pPr>
              <w:pStyle w:val="SIText"/>
            </w:pPr>
            <w:r w:rsidRPr="005B1E09">
              <w:t xml:space="preserve">This unit of competency describes the skills and knowledge required to coordinate </w:t>
            </w:r>
            <w:r w:rsidR="00C62686">
              <w:t>vineyard operations</w:t>
            </w:r>
            <w:r w:rsidRPr="005B1E09">
              <w:t xml:space="preserve"> in a range of day-to-day activities</w:t>
            </w:r>
            <w:r w:rsidR="00C62686">
              <w:t xml:space="preserve"> in areas such as harvesting, nursery, pruning or canopy management.</w:t>
            </w:r>
          </w:p>
          <w:p w14:paraId="398A8D00" w14:textId="77777777" w:rsidR="00C62686" w:rsidRDefault="00C62686" w:rsidP="00F82574">
            <w:pPr>
              <w:pStyle w:val="SIText"/>
            </w:pPr>
          </w:p>
          <w:p w14:paraId="5CE3F502" w14:textId="1335B4B2" w:rsidR="005B1E09" w:rsidRDefault="005B1E09" w:rsidP="00F82574">
            <w:pPr>
              <w:pStyle w:val="SIText"/>
            </w:pPr>
            <w:r w:rsidRPr="005B1E09">
              <w:t xml:space="preserve">The unit applies to </w:t>
            </w:r>
            <w:r w:rsidR="00C62686">
              <w:t>individuals</w:t>
            </w:r>
            <w:r w:rsidRPr="005B1E09">
              <w:t xml:space="preserve"> who </w:t>
            </w:r>
            <w:r w:rsidR="00A7796E">
              <w:t>coordinate op</w:t>
            </w:r>
            <w:r w:rsidR="00120707">
              <w:t xml:space="preserve">erations within a vineyard. They work under broad direction and exercise autonomy and judgement where required. </w:t>
            </w:r>
          </w:p>
          <w:p w14:paraId="3A2F364B" w14:textId="77777777" w:rsidR="005B1E09" w:rsidRPr="005B1E09" w:rsidRDefault="005B1E09" w:rsidP="00F82574">
            <w:pPr>
              <w:pStyle w:val="SIText"/>
            </w:pPr>
          </w:p>
          <w:p w14:paraId="75195E11" w14:textId="77777777" w:rsidR="005B1E09" w:rsidRDefault="00C62686" w:rsidP="00C62686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6237887" w14:textId="77777777" w:rsidR="00A7796E" w:rsidRPr="005B1E09" w:rsidRDefault="00A7796E" w:rsidP="00A7796E">
            <w:pPr>
              <w:pStyle w:val="SIText"/>
            </w:pPr>
          </w:p>
          <w:p w14:paraId="5B888EE3" w14:textId="2C5E0F5D" w:rsidR="00A7796E" w:rsidRPr="000754EC" w:rsidRDefault="00A7796E" w:rsidP="00C62686">
            <w:pPr>
              <w:pStyle w:val="SIText"/>
            </w:pPr>
            <w:r w:rsidRPr="005B1E09">
              <w:t>No occupational licensing, legislative or certification requirements apply to this unit at the time of publication.</w:t>
            </w:r>
          </w:p>
        </w:tc>
      </w:tr>
      <w:tr w:rsidR="00F1480E" w:rsidRPr="00963A46" w14:paraId="3F67426B" w14:textId="77777777" w:rsidTr="00BE48F7">
        <w:trPr>
          <w:trHeight w:val="421"/>
        </w:trPr>
        <w:tc>
          <w:tcPr>
            <w:tcW w:w="1396" w:type="pct"/>
            <w:shd w:val="clear" w:color="auto" w:fill="auto"/>
          </w:tcPr>
          <w:p w14:paraId="10742D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B4BA98" w14:textId="03102BE0" w:rsidR="00F1480E" w:rsidRPr="000754EC" w:rsidRDefault="004E0D61" w:rsidP="00F82574">
            <w:pPr>
              <w:pStyle w:val="SIText"/>
            </w:pPr>
            <w:r>
              <w:t>Nil</w:t>
            </w:r>
          </w:p>
        </w:tc>
      </w:tr>
      <w:tr w:rsidR="00F1480E" w:rsidRPr="00963A46" w14:paraId="208E2C9D" w14:textId="77777777" w:rsidTr="00CA2922">
        <w:tc>
          <w:tcPr>
            <w:tcW w:w="1396" w:type="pct"/>
            <w:shd w:val="clear" w:color="auto" w:fill="auto"/>
          </w:tcPr>
          <w:p w14:paraId="776BDD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21823E" w14:textId="35CFBE40" w:rsidR="00F1480E" w:rsidRPr="00BE48F7" w:rsidRDefault="00120707" w:rsidP="0012070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Viticulture</w:t>
            </w:r>
            <w:r w:rsidR="00034ED3">
              <w:rPr>
                <w:rFonts w:eastAsiaTheme="minorHAnsi"/>
                <w:lang w:val="en-US"/>
              </w:rPr>
              <w:t xml:space="preserve"> (</w:t>
            </w:r>
            <w:r>
              <w:rPr>
                <w:rFonts w:eastAsiaTheme="minorHAnsi"/>
              </w:rPr>
              <w:t>VIT</w:t>
            </w:r>
            <w:r w:rsidR="00034ED3">
              <w:rPr>
                <w:rFonts w:eastAsiaTheme="minorHAnsi"/>
                <w:lang w:val="en-US"/>
              </w:rPr>
              <w:t>)</w:t>
            </w:r>
          </w:p>
        </w:tc>
      </w:tr>
    </w:tbl>
    <w:p w14:paraId="09523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7919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7B3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8C9B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46473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AA3A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85EF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1E09" w:rsidRPr="00963A46" w14:paraId="33C24C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688AE" w14:textId="48145662" w:rsidR="005B1E09" w:rsidRPr="00F82574" w:rsidRDefault="005B1E09" w:rsidP="00F82574">
            <w:pPr>
              <w:pStyle w:val="SIText"/>
            </w:pPr>
            <w:r w:rsidRPr="00F82574">
              <w:t>1</w:t>
            </w:r>
            <w:r w:rsidR="004E0D61">
              <w:t xml:space="preserve">. Prepare to coordinate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1003E21E" w14:textId="2E469A65" w:rsidR="00A7796E" w:rsidRDefault="004E0D61" w:rsidP="004E0D6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Interpret and confirm </w:t>
            </w:r>
            <w:r w:rsidR="00A7796E">
              <w:rPr>
                <w:rFonts w:eastAsiaTheme="minorHAnsi"/>
              </w:rPr>
              <w:t>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3780D21C" w14:textId="7122A265" w:rsidR="004E0D61" w:rsidRDefault="00A7796E" w:rsidP="004E0D6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1.2 Confirm environmental guidelines </w:t>
            </w:r>
            <w:r w:rsidR="004E0D61">
              <w:rPr>
                <w:rFonts w:eastAsiaTheme="minorHAnsi"/>
                <w:lang w:val="en-US"/>
              </w:rPr>
              <w:t xml:space="preserve">and identify potential </w:t>
            </w:r>
            <w:r>
              <w:rPr>
                <w:rFonts w:eastAsiaTheme="minorHAnsi"/>
              </w:rPr>
              <w:t>workplace health and safety</w:t>
            </w:r>
            <w:r w:rsidR="004E0D61">
              <w:rPr>
                <w:rFonts w:eastAsiaTheme="minorHAnsi"/>
                <w:lang w:val="en-US"/>
              </w:rPr>
              <w:t xml:space="preserve"> hazards and controls </w:t>
            </w:r>
            <w:r>
              <w:rPr>
                <w:rFonts w:eastAsiaTheme="minorHAnsi"/>
              </w:rPr>
              <w:t>according to</w:t>
            </w:r>
            <w:r w:rsidR="004E0D61">
              <w:rPr>
                <w:rFonts w:eastAsiaTheme="minorHAnsi"/>
                <w:lang w:val="en-US"/>
              </w:rPr>
              <w:t xml:space="preserve"> workplace procedures</w:t>
            </w:r>
          </w:p>
          <w:p w14:paraId="4F42CB1D" w14:textId="7933B075" w:rsidR="004E0D61" w:rsidRPr="004E0D61" w:rsidRDefault="00A7796E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1.3</w:t>
            </w:r>
            <w:r w:rsidR="004E0D61">
              <w:rPr>
                <w:rFonts w:eastAsiaTheme="minorHAnsi"/>
                <w:lang w:val="en-US"/>
              </w:rPr>
              <w:t xml:space="preserve"> Select and </w:t>
            </w:r>
            <w:r>
              <w:rPr>
                <w:rFonts w:eastAsiaTheme="minorHAnsi"/>
              </w:rPr>
              <w:t>fit</w:t>
            </w:r>
            <w:r w:rsidR="004E0D61">
              <w:rPr>
                <w:rFonts w:eastAsiaTheme="minorHAnsi"/>
                <w:lang w:val="en-US"/>
              </w:rPr>
              <w:t xml:space="preserve"> personal protective equipment </w:t>
            </w:r>
            <w:r>
              <w:rPr>
                <w:rFonts w:eastAsiaTheme="minorHAnsi"/>
              </w:rPr>
              <w:t>according</w:t>
            </w:r>
            <w:r>
              <w:rPr>
                <w:rFonts w:eastAsiaTheme="minorHAnsi"/>
                <w:lang w:val="en-US"/>
              </w:rPr>
              <w:t xml:space="preserve"> to the job requirements</w:t>
            </w:r>
          </w:p>
          <w:p w14:paraId="5C565F8A" w14:textId="0DE19689" w:rsidR="005B1E09" w:rsidRPr="00F82574" w:rsidRDefault="00A7796E" w:rsidP="00F82574">
            <w:pPr>
              <w:pStyle w:val="SIText"/>
            </w:pPr>
            <w:r>
              <w:t>1.4</w:t>
            </w:r>
            <w:r w:rsidR="005B1E09" w:rsidRPr="00F82574">
              <w:t xml:space="preserve"> Identify and clarify activity goals and </w:t>
            </w:r>
            <w:r w:rsidR="00A35AD9">
              <w:t>job</w:t>
            </w:r>
            <w:r w:rsidR="005B1E09" w:rsidRPr="00F82574">
              <w:t xml:space="preserve"> requirements with supervisor</w:t>
            </w:r>
          </w:p>
          <w:p w14:paraId="169CD5C7" w14:textId="7E78235F" w:rsidR="005B1E09" w:rsidRPr="00F82574" w:rsidRDefault="004E0D61" w:rsidP="00F82574">
            <w:pPr>
              <w:pStyle w:val="SIText"/>
            </w:pPr>
            <w:r>
              <w:t>1.5</w:t>
            </w:r>
            <w:r w:rsidR="005B1E09" w:rsidRPr="00F82574">
              <w:t xml:space="preserve"> Ensure appropriate personnel required are available</w:t>
            </w:r>
          </w:p>
          <w:p w14:paraId="61C73ED5" w14:textId="38F6A5FB" w:rsidR="005B1E09" w:rsidRPr="00F82574" w:rsidRDefault="004E0D61" w:rsidP="00F82574">
            <w:pPr>
              <w:pStyle w:val="SIText"/>
            </w:pPr>
            <w:r>
              <w:t>1.6</w:t>
            </w:r>
            <w:r w:rsidR="005B1E09" w:rsidRPr="00F82574">
              <w:t xml:space="preserve"> Ensure materials and equipment are available and ready</w:t>
            </w:r>
          </w:p>
        </w:tc>
      </w:tr>
      <w:tr w:rsidR="005B1E09" w:rsidRPr="00963A46" w14:paraId="648E96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F79313" w14:textId="6A60C955" w:rsidR="005B1E09" w:rsidRPr="00F82574" w:rsidRDefault="002B7ACA" w:rsidP="00F82574">
            <w:pPr>
              <w:pStyle w:val="SIText"/>
            </w:pPr>
            <w:r>
              <w:t xml:space="preserve">2. Coordinate vineyard </w:t>
            </w:r>
            <w:r w:rsidR="005B1E09"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A9C9E07" w14:textId="3C5BBA3D" w:rsidR="0022125C" w:rsidRPr="00F82574" w:rsidRDefault="00EB7D0C" w:rsidP="0022125C">
            <w:pPr>
              <w:pStyle w:val="SIText"/>
            </w:pPr>
            <w:r>
              <w:t>2.1</w:t>
            </w:r>
            <w:r w:rsidR="0022125C" w:rsidRPr="00F82574">
              <w:t xml:space="preserve"> Confirm </w:t>
            </w:r>
            <w:r w:rsidR="00481D5D">
              <w:t xml:space="preserve">work targets, </w:t>
            </w:r>
            <w:r w:rsidR="0022125C" w:rsidRPr="00F82574">
              <w:t xml:space="preserve">timelines </w:t>
            </w:r>
            <w:r w:rsidR="00481D5D">
              <w:t xml:space="preserve">and processes </w:t>
            </w:r>
            <w:r w:rsidR="0022125C" w:rsidRPr="00F82574">
              <w:t xml:space="preserve">to achieve activity goals and </w:t>
            </w:r>
            <w:r w:rsidR="00A35AD9">
              <w:t>job</w:t>
            </w:r>
            <w:r w:rsidR="0022125C" w:rsidRPr="00F82574">
              <w:t xml:space="preserve"> requirements</w:t>
            </w:r>
          </w:p>
          <w:p w14:paraId="17D22835" w14:textId="1289347B" w:rsidR="005B1E09" w:rsidRDefault="0079259A" w:rsidP="00F82574">
            <w:pPr>
              <w:pStyle w:val="SIText"/>
            </w:pPr>
            <w:r>
              <w:t>2.2</w:t>
            </w:r>
            <w:r w:rsidR="005B1E09" w:rsidRPr="00F82574">
              <w:t xml:space="preserve"> Allocate individual work tasks and roles to ensure activity goals and </w:t>
            </w:r>
            <w:r w:rsidR="00A35AD9">
              <w:t>job</w:t>
            </w:r>
            <w:r w:rsidR="005B1E09" w:rsidRPr="00F82574">
              <w:t xml:space="preserve"> requirements are met</w:t>
            </w:r>
          </w:p>
          <w:p w14:paraId="0EC0CBDE" w14:textId="6B9AC1DF" w:rsidR="00EB7D0C" w:rsidRPr="00EB7D0C" w:rsidRDefault="00EB7D0C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2.3 Instruct workers and contractors according to workplace procedures</w:t>
            </w:r>
          </w:p>
          <w:p w14:paraId="022CA6D8" w14:textId="77777777" w:rsidR="00A35AD9" w:rsidRDefault="0079259A" w:rsidP="00A35AD9">
            <w:pPr>
              <w:pStyle w:val="SIText"/>
            </w:pPr>
            <w:r>
              <w:t>2.4</w:t>
            </w:r>
            <w:r w:rsidR="005B1E09" w:rsidRPr="00F82574">
              <w:t xml:space="preserve"> Monitor activities to ensure quality</w:t>
            </w:r>
            <w:r w:rsidR="00A35AD9">
              <w:t>, timelines and job requirements are maintained according to workplace procedures</w:t>
            </w:r>
            <w:r w:rsidR="004E0D61">
              <w:t xml:space="preserve"> </w:t>
            </w:r>
          </w:p>
          <w:p w14:paraId="013EE2C7" w14:textId="7B07AFB1" w:rsidR="005B1E09" w:rsidRPr="00F82574" w:rsidRDefault="0079259A" w:rsidP="00A35AD9">
            <w:pPr>
              <w:pStyle w:val="SIText"/>
            </w:pPr>
            <w:r>
              <w:t>2.6</w:t>
            </w:r>
            <w:r w:rsidR="005B1E09" w:rsidRPr="00F82574">
              <w:t xml:space="preserve"> Identify</w:t>
            </w:r>
            <w:r w:rsidR="00A35AD9">
              <w:t xml:space="preserve"> and address</w:t>
            </w:r>
            <w:r w:rsidR="005B1E09" w:rsidRPr="00F82574">
              <w:t xml:space="preserve"> barriers to achieving targets and </w:t>
            </w:r>
            <w:r w:rsidR="00A35AD9">
              <w:t>job</w:t>
            </w:r>
            <w:r w:rsidR="005B1E09" w:rsidRPr="00F82574">
              <w:t xml:space="preserve"> requirements</w:t>
            </w:r>
          </w:p>
        </w:tc>
      </w:tr>
      <w:tr w:rsidR="005B1E09" w:rsidRPr="00963A46" w14:paraId="2B26D7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356A04" w14:textId="341D1C52" w:rsidR="005B1E09" w:rsidRPr="00F82574" w:rsidRDefault="005B1E09" w:rsidP="00F82574">
            <w:pPr>
              <w:pStyle w:val="SIText"/>
            </w:pPr>
            <w:r w:rsidRPr="00F82574">
              <w:t>3. C</w:t>
            </w:r>
            <w:r w:rsidR="002B7ACA">
              <w:t xml:space="preserve">omplete coordination of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1531045B" w14:textId="77777777" w:rsidR="005B1E09" w:rsidRPr="00F82574" w:rsidRDefault="005B1E09" w:rsidP="00F82574">
            <w:pPr>
              <w:pStyle w:val="SIText"/>
            </w:pPr>
            <w:r w:rsidRPr="00F82574">
              <w:t>3.1 Monitor activities to ensure compliance with relevant workplace procedures on completion, shutdown and waste disposal</w:t>
            </w:r>
          </w:p>
          <w:p w14:paraId="2D9BA7C9" w14:textId="63CCF6C3" w:rsidR="005B1E09" w:rsidRPr="00F82574" w:rsidRDefault="00A35AD9" w:rsidP="00F82574">
            <w:pPr>
              <w:pStyle w:val="SIText"/>
            </w:pPr>
            <w:r>
              <w:t>3.2</w:t>
            </w:r>
            <w:r w:rsidR="005B1E09" w:rsidRPr="00F82574">
              <w:t xml:space="preserve"> Debrief personnel according to workplace procedures</w:t>
            </w:r>
          </w:p>
          <w:p w14:paraId="478096D2" w14:textId="358BFA1E" w:rsidR="005B1E09" w:rsidRPr="00F82574" w:rsidRDefault="00A35AD9" w:rsidP="00F82574">
            <w:pPr>
              <w:pStyle w:val="SIText"/>
            </w:pPr>
            <w:r>
              <w:t>3.3</w:t>
            </w:r>
            <w:r w:rsidR="005B1E09" w:rsidRPr="00F82574">
              <w:t xml:space="preserve"> Record workplace information according to workplace procedures</w:t>
            </w:r>
          </w:p>
        </w:tc>
      </w:tr>
    </w:tbl>
    <w:p w14:paraId="0C16A7A3" w14:textId="77777777" w:rsidR="005F771F" w:rsidRDefault="005F771F" w:rsidP="005F771F">
      <w:pPr>
        <w:pStyle w:val="SIText"/>
      </w:pPr>
    </w:p>
    <w:p w14:paraId="5C29CB9D" w14:textId="77777777" w:rsidR="005F771F" w:rsidRPr="000754EC" w:rsidRDefault="005F771F" w:rsidP="000754EC">
      <w:r>
        <w:br w:type="page"/>
      </w:r>
    </w:p>
    <w:p w14:paraId="4A75371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66F9D6" w14:textId="77777777" w:rsidTr="00CA2922">
        <w:trPr>
          <w:tblHeader/>
        </w:trPr>
        <w:tc>
          <w:tcPr>
            <w:tcW w:w="5000" w:type="pct"/>
            <w:gridSpan w:val="2"/>
          </w:tcPr>
          <w:p w14:paraId="0DCFBD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B72D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36A8F0" w14:textId="77777777" w:rsidTr="00CA2922">
        <w:trPr>
          <w:tblHeader/>
        </w:trPr>
        <w:tc>
          <w:tcPr>
            <w:tcW w:w="1396" w:type="pct"/>
          </w:tcPr>
          <w:p w14:paraId="7C8B41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4DBC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3270" w:rsidRPr="00336FCA" w:rsidDel="00423CB2" w14:paraId="3E6AA6A6" w14:textId="77777777" w:rsidTr="00CA2922">
        <w:tc>
          <w:tcPr>
            <w:tcW w:w="1396" w:type="pct"/>
          </w:tcPr>
          <w:p w14:paraId="55FBB117" w14:textId="43378659" w:rsidR="00743270" w:rsidRPr="005B1E09" w:rsidRDefault="00743270" w:rsidP="005B1E0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C59826" w14:textId="11BE925E" w:rsidR="00743270" w:rsidRPr="005B1E09" w:rsidRDefault="00743270" w:rsidP="00A35AD9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743270" w:rsidRPr="00336FCA" w:rsidDel="00423CB2" w14:paraId="77BDB759" w14:textId="77777777" w:rsidTr="00CA2922">
        <w:tc>
          <w:tcPr>
            <w:tcW w:w="1396" w:type="pct"/>
          </w:tcPr>
          <w:p w14:paraId="1C87F4AA" w14:textId="15E987E6" w:rsidR="00743270" w:rsidRPr="005B1E09" w:rsidRDefault="00743270" w:rsidP="005B1E0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C1E6BD" w14:textId="14255117" w:rsidR="00743270" w:rsidRPr="005B1E09" w:rsidRDefault="00D13319" w:rsidP="00A35AD9">
            <w:pPr>
              <w:pStyle w:val="SIBulletList1"/>
            </w:pPr>
            <w:r>
              <w:rPr>
                <w:rFonts w:eastAsiaTheme="minorHAnsi"/>
              </w:rPr>
              <w:t xml:space="preserve">Record </w:t>
            </w:r>
            <w:r w:rsidR="00743270">
              <w:rPr>
                <w:rFonts w:eastAsiaTheme="minorHAnsi"/>
                <w:lang w:val="en-GB"/>
              </w:rPr>
              <w:t xml:space="preserve">workplace </w:t>
            </w:r>
            <w:r>
              <w:rPr>
                <w:rFonts w:eastAsiaTheme="minorHAnsi"/>
              </w:rPr>
              <w:t xml:space="preserve">information </w:t>
            </w:r>
            <w:r w:rsidR="00A35AD9">
              <w:rPr>
                <w:rFonts w:eastAsiaTheme="minorHAnsi"/>
              </w:rPr>
              <w:t>in required format</w:t>
            </w:r>
          </w:p>
        </w:tc>
      </w:tr>
      <w:tr w:rsidR="00743270" w:rsidRPr="00336FCA" w:rsidDel="00423CB2" w14:paraId="1390B796" w14:textId="77777777" w:rsidTr="00CA2922">
        <w:tc>
          <w:tcPr>
            <w:tcW w:w="1396" w:type="pct"/>
          </w:tcPr>
          <w:p w14:paraId="442FD79B" w14:textId="54B7BEA0" w:rsidR="00743270" w:rsidRPr="005B1E09" w:rsidRDefault="00743270" w:rsidP="005B1E0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A6F1BF6" w14:textId="76A49F57" w:rsidR="00743270" w:rsidRPr="005B1E09" w:rsidRDefault="00120707" w:rsidP="005B1E09">
            <w:pPr>
              <w:pStyle w:val="SIBulletList1"/>
            </w:pPr>
            <w:r>
              <w:rPr>
                <w:rFonts w:eastAsiaTheme="minorHAnsi"/>
              </w:rPr>
              <w:t>Converse clearly with workplace personnel to confirm job requirements</w:t>
            </w:r>
            <w:r w:rsidR="00D13319">
              <w:rPr>
                <w:rFonts w:eastAsiaTheme="minorHAnsi"/>
              </w:rPr>
              <w:t>, monitor activities</w:t>
            </w:r>
            <w:r>
              <w:rPr>
                <w:rFonts w:eastAsiaTheme="minorHAnsi"/>
              </w:rPr>
              <w:t xml:space="preserve"> and provide feedback </w:t>
            </w:r>
            <w:r w:rsidR="00D13319">
              <w:rPr>
                <w:rFonts w:eastAsiaTheme="minorHAnsi"/>
              </w:rPr>
              <w:t>on performance of daily tasks</w:t>
            </w:r>
          </w:p>
        </w:tc>
      </w:tr>
      <w:tr w:rsidR="00743270" w:rsidRPr="00336FCA" w:rsidDel="00423CB2" w14:paraId="14878C0B" w14:textId="77777777" w:rsidTr="00CA2922">
        <w:tc>
          <w:tcPr>
            <w:tcW w:w="1396" w:type="pct"/>
          </w:tcPr>
          <w:p w14:paraId="31DFBBDA" w14:textId="169B8267" w:rsidR="00743270" w:rsidRPr="005B1E09" w:rsidRDefault="00743270" w:rsidP="005B1E0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F36632C" w14:textId="2481D175" w:rsidR="00743270" w:rsidRPr="005B1E09" w:rsidRDefault="00D13319" w:rsidP="005B1E09">
            <w:pPr>
              <w:pStyle w:val="SIBulletList1"/>
            </w:pPr>
            <w:r>
              <w:rPr>
                <w:rFonts w:eastAsiaTheme="minorHAnsi"/>
              </w:rPr>
              <w:t>Timetable and schedule vineyard work tasks according to required timeframes</w:t>
            </w:r>
          </w:p>
        </w:tc>
      </w:tr>
      <w:tr w:rsidR="00743270" w:rsidRPr="00336FCA" w:rsidDel="00423CB2" w14:paraId="58857F97" w14:textId="77777777" w:rsidTr="00CA2922">
        <w:tc>
          <w:tcPr>
            <w:tcW w:w="1396" w:type="pct"/>
          </w:tcPr>
          <w:p w14:paraId="2F143B9E" w14:textId="1DDC0B41" w:rsidR="00743270" w:rsidRPr="005B1E09" w:rsidRDefault="00743270" w:rsidP="005B1E0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D01C8E9" w14:textId="0E079B48" w:rsidR="00743270" w:rsidRPr="005B1E09" w:rsidRDefault="00A35AD9" w:rsidP="005B1E09">
            <w:pPr>
              <w:pStyle w:val="SIBulletList1"/>
            </w:pPr>
            <w:r>
              <w:rPr>
                <w:rFonts w:eastAsiaTheme="minorHAnsi"/>
              </w:rPr>
              <w:t>Apply workplace procedures and legislative requirements</w:t>
            </w:r>
            <w:r w:rsidR="00D13319">
              <w:rPr>
                <w:rFonts w:eastAsiaTheme="minorHAnsi"/>
              </w:rPr>
              <w:t xml:space="preserve"> relevant</w:t>
            </w:r>
            <w:r>
              <w:rPr>
                <w:rFonts w:eastAsiaTheme="minorHAnsi"/>
              </w:rPr>
              <w:t xml:space="preserve"> to own role</w:t>
            </w:r>
          </w:p>
        </w:tc>
      </w:tr>
      <w:tr w:rsidR="00743270" w:rsidRPr="00336FCA" w:rsidDel="00423CB2" w14:paraId="50C11DBA" w14:textId="77777777" w:rsidTr="00CA2922">
        <w:tc>
          <w:tcPr>
            <w:tcW w:w="1396" w:type="pct"/>
          </w:tcPr>
          <w:p w14:paraId="147CA1BE" w14:textId="44C28D5B" w:rsidR="00743270" w:rsidRPr="005B1E09" w:rsidRDefault="00743270" w:rsidP="005B1E09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C55C05B" w14:textId="234D2AEE" w:rsidR="00743270" w:rsidRPr="005B1E09" w:rsidRDefault="00D13319" w:rsidP="00D13319">
            <w:pPr>
              <w:pStyle w:val="SIBulletList1"/>
            </w:pPr>
            <w:r>
              <w:rPr>
                <w:rFonts w:eastAsiaTheme="minorHAnsi"/>
              </w:rPr>
              <w:t>Use required communication mode to report operational information to relevant personnel</w:t>
            </w:r>
          </w:p>
        </w:tc>
      </w:tr>
      <w:tr w:rsidR="00743270" w:rsidRPr="00336FCA" w:rsidDel="00423CB2" w14:paraId="2D2184EE" w14:textId="77777777" w:rsidTr="00CA2922">
        <w:tc>
          <w:tcPr>
            <w:tcW w:w="1396" w:type="pct"/>
          </w:tcPr>
          <w:p w14:paraId="1B9E4B07" w14:textId="0017AA4D" w:rsidR="00743270" w:rsidRPr="005B1E09" w:rsidRDefault="00743270" w:rsidP="005B1E0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D7BE834" w14:textId="6274B37E" w:rsidR="00743270" w:rsidRPr="00A35AD9" w:rsidRDefault="00D13319" w:rsidP="00E64D43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</w:rPr>
              <w:t xml:space="preserve">Identify and solve </w:t>
            </w:r>
            <w:r w:rsidR="00A35AD9">
              <w:rPr>
                <w:rFonts w:eastAsiaTheme="minorHAnsi"/>
              </w:rPr>
              <w:t>problems by referring to workplace procedures</w:t>
            </w:r>
          </w:p>
          <w:p w14:paraId="27F996F9" w14:textId="7DC930C8" w:rsidR="00A35AD9" w:rsidRPr="00E64D43" w:rsidRDefault="00A35AD9" w:rsidP="00E64D43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</w:rPr>
              <w:t>Plan and organise tasks to achieve job requirements</w:t>
            </w:r>
          </w:p>
        </w:tc>
      </w:tr>
    </w:tbl>
    <w:p w14:paraId="79F57A5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410574" w14:textId="77777777" w:rsidTr="00F33FF2">
        <w:tc>
          <w:tcPr>
            <w:tcW w:w="5000" w:type="pct"/>
            <w:gridSpan w:val="4"/>
          </w:tcPr>
          <w:p w14:paraId="596290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C60E4B" w14:textId="77777777" w:rsidTr="00F33FF2">
        <w:tc>
          <w:tcPr>
            <w:tcW w:w="1028" w:type="pct"/>
          </w:tcPr>
          <w:p w14:paraId="1A7B12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7FA16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1603EF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5C737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2DA7" w14:paraId="315796C4" w14:textId="77777777" w:rsidTr="00F33FF2">
        <w:tc>
          <w:tcPr>
            <w:tcW w:w="1028" w:type="pct"/>
            <w:vMerge w:val="restart"/>
          </w:tcPr>
          <w:p w14:paraId="4E1F40CA" w14:textId="3216CA1B" w:rsidR="00E02DA7" w:rsidRPr="005B1E09" w:rsidRDefault="00120707" w:rsidP="00920DB5">
            <w:pPr>
              <w:pStyle w:val="SIText"/>
            </w:pPr>
            <w:r>
              <w:t>FBPVIT</w:t>
            </w:r>
            <w:r w:rsidR="00E02DA7">
              <w:t>3</w:t>
            </w:r>
            <w:r w:rsidR="00920DB5">
              <w:t>XXX</w:t>
            </w:r>
            <w:r w:rsidR="00E02DA7">
              <w:t xml:space="preserve"> Coordinate vineyard operations</w:t>
            </w:r>
          </w:p>
        </w:tc>
        <w:tc>
          <w:tcPr>
            <w:tcW w:w="1105" w:type="pct"/>
          </w:tcPr>
          <w:p w14:paraId="200574A7" w14:textId="24A246E9" w:rsidR="00E02DA7" w:rsidRPr="005B1E09" w:rsidRDefault="00E02DA7" w:rsidP="005B1E09">
            <w:pPr>
              <w:pStyle w:val="SIText"/>
            </w:pPr>
            <w:r>
              <w:t>FDFWGG3002A Coordinate canopy management activities</w:t>
            </w:r>
          </w:p>
        </w:tc>
        <w:tc>
          <w:tcPr>
            <w:tcW w:w="1251" w:type="pct"/>
          </w:tcPr>
          <w:p w14:paraId="4C8AB25B" w14:textId="1B78DF93" w:rsidR="0051697E" w:rsidRPr="0051697E" w:rsidRDefault="00E02DA7" w:rsidP="005B1E09">
            <w:pPr>
              <w:pStyle w:val="SIText"/>
              <w:rPr>
                <w:rFonts w:eastAsiaTheme="minorHAnsi"/>
              </w:rPr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7FE939B3" w14:textId="50DC6481" w:rsidR="00E02DA7" w:rsidRPr="005B1E09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0CF0C732" w14:textId="77777777" w:rsidTr="00F33FF2">
        <w:tc>
          <w:tcPr>
            <w:tcW w:w="1028" w:type="pct"/>
            <w:vMerge/>
          </w:tcPr>
          <w:p w14:paraId="3C57858C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04AB2853" w14:textId="5E1B34E3" w:rsidR="00E02DA7" w:rsidRDefault="00E02DA7" w:rsidP="005B1E09">
            <w:pPr>
              <w:pStyle w:val="SIText"/>
            </w:pPr>
            <w:r>
              <w:t>FDFWGG3003A Coordinate crop harvesting activities</w:t>
            </w:r>
          </w:p>
        </w:tc>
        <w:tc>
          <w:tcPr>
            <w:tcW w:w="1251" w:type="pct"/>
          </w:tcPr>
          <w:p w14:paraId="3536B12C" w14:textId="72CCDD1B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0E37C798" w14:textId="2F69F54F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2862862D" w14:textId="77777777" w:rsidTr="00F33FF2">
        <w:tc>
          <w:tcPr>
            <w:tcW w:w="1028" w:type="pct"/>
            <w:vMerge/>
          </w:tcPr>
          <w:p w14:paraId="626AECEC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3B0FF9B8" w14:textId="05ED58D7" w:rsidR="00E02DA7" w:rsidRDefault="00E02DA7" w:rsidP="005B1E09">
            <w:pPr>
              <w:pStyle w:val="SIText"/>
            </w:pPr>
            <w:r>
              <w:t>FDFWGG3004A Coordinate nursery activities</w:t>
            </w:r>
          </w:p>
        </w:tc>
        <w:tc>
          <w:tcPr>
            <w:tcW w:w="1251" w:type="pct"/>
          </w:tcPr>
          <w:p w14:paraId="6EEBD578" w14:textId="3BDB537E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68693D53" w14:textId="0EF497EB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73ADC467" w14:textId="77777777" w:rsidTr="00F33FF2">
        <w:tc>
          <w:tcPr>
            <w:tcW w:w="1028" w:type="pct"/>
            <w:vMerge/>
          </w:tcPr>
          <w:p w14:paraId="19D9DA34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5594CA97" w14:textId="658481BF" w:rsidR="00E02DA7" w:rsidRDefault="00E02DA7" w:rsidP="005B1E09">
            <w:pPr>
              <w:pStyle w:val="SIText"/>
            </w:pPr>
            <w:r>
              <w:t xml:space="preserve">FDFWGG3006A </w:t>
            </w:r>
            <w:bookmarkStart w:id="0" w:name="_GoBack"/>
            <w:r>
              <w:t>Coordinate hand pruning activities</w:t>
            </w:r>
            <w:bookmarkEnd w:id="0"/>
          </w:p>
        </w:tc>
        <w:tc>
          <w:tcPr>
            <w:tcW w:w="1251" w:type="pct"/>
          </w:tcPr>
          <w:p w14:paraId="482CEA8E" w14:textId="01C92B27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7E2F3268" w14:textId="5874B908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</w:tbl>
    <w:p w14:paraId="083FB8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2"/>
        <w:gridCol w:w="7596"/>
      </w:tblGrid>
      <w:tr w:rsidR="00473CE5" w:rsidRPr="00A55106" w14:paraId="4AA9F2D8" w14:textId="77777777" w:rsidTr="00473CE5">
        <w:tc>
          <w:tcPr>
            <w:tcW w:w="1055" w:type="pct"/>
            <w:shd w:val="clear" w:color="auto" w:fill="auto"/>
          </w:tcPr>
          <w:p w14:paraId="0F8630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5" w:type="pct"/>
            <w:shd w:val="clear" w:color="auto" w:fill="auto"/>
          </w:tcPr>
          <w:p w14:paraId="2A0D2DF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6A9C9A7" w14:textId="77777777" w:rsidR="00F1480E" w:rsidRPr="000754EC" w:rsidRDefault="005B1E09" w:rsidP="00CD7A28">
            <w:pPr>
              <w:pStyle w:val="SIText"/>
            </w:pPr>
            <w:r w:rsidRPr="005B1E09">
              <w:t>https://vetnet.education.gov.au/Pages/TrainingDocs.aspx?q=78b15323-cd38-483e-aad7-1159b570a5c4</w:t>
            </w:r>
          </w:p>
        </w:tc>
      </w:tr>
    </w:tbl>
    <w:p w14:paraId="74D626E0" w14:textId="77777777" w:rsidR="00F1480E" w:rsidRDefault="00F1480E" w:rsidP="005F771F">
      <w:pPr>
        <w:pStyle w:val="SIText"/>
      </w:pPr>
    </w:p>
    <w:p w14:paraId="569E5A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B1E09" w:rsidRPr="00E91BFF" w14:paraId="06EDD5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20B4F" w14:textId="4F05A036" w:rsidR="005B1E09" w:rsidRPr="005B1E09" w:rsidRDefault="00120707" w:rsidP="0012070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D789B62" w14:textId="25E004F2" w:rsidR="005B1E09" w:rsidRPr="005B1E09" w:rsidRDefault="00BE48F7" w:rsidP="00BE48F7">
            <w:pPr>
              <w:pStyle w:val="SIUnittitle"/>
            </w:pPr>
            <w:r>
              <w:rPr>
                <w:rFonts w:eastAsiaTheme="minorHAnsi"/>
                <w:lang w:val="en-US"/>
              </w:rPr>
              <w:t xml:space="preserve">Assessment requirements for </w:t>
            </w:r>
            <w:r w:rsidR="00120707">
              <w:rPr>
                <w:rFonts w:eastAsiaTheme="minorHAnsi"/>
              </w:rPr>
              <w:t>FBPVIT</w:t>
            </w:r>
            <w:r w:rsidR="00920DB5">
              <w:rPr>
                <w:rFonts w:eastAsiaTheme="minorHAnsi"/>
                <w:lang w:val="en-US"/>
              </w:rPr>
              <w:t>3XXX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E64D43">
              <w:t>Coordinate vineyard</w:t>
            </w:r>
            <w:r w:rsidR="000F67FB">
              <w:t xml:space="preserve"> operations</w:t>
            </w:r>
          </w:p>
        </w:tc>
      </w:tr>
      <w:tr w:rsidR="005B1E09" w:rsidRPr="00A55106" w14:paraId="323A32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7FDA2" w14:textId="77777777" w:rsidR="005B1E09" w:rsidRPr="005B1E09" w:rsidRDefault="005B1E09" w:rsidP="005B1E09">
            <w:pPr>
              <w:pStyle w:val="SIHeading2"/>
            </w:pPr>
            <w:r w:rsidRPr="005B1E09">
              <w:t>Performance Evidence</w:t>
            </w:r>
          </w:p>
        </w:tc>
      </w:tr>
      <w:tr w:rsidR="005B1E09" w:rsidRPr="00067E1C" w14:paraId="4B6F03B5" w14:textId="77777777" w:rsidTr="00113678">
        <w:tc>
          <w:tcPr>
            <w:tcW w:w="5000" w:type="pct"/>
            <w:gridSpan w:val="2"/>
            <w:shd w:val="clear" w:color="auto" w:fill="auto"/>
          </w:tcPr>
          <w:p w14:paraId="7DB9D62C" w14:textId="77777777" w:rsidR="005B1E09" w:rsidRPr="005B1E09" w:rsidRDefault="005B1E09" w:rsidP="005B1E09">
            <w:pPr>
              <w:pStyle w:val="SIText"/>
            </w:pPr>
            <w:r w:rsidRPr="005B1E09">
              <w:t xml:space="preserve">An individual demonstrating competency must satisfy all of the elements and performance criteria in this unit. </w:t>
            </w:r>
          </w:p>
          <w:p w14:paraId="5D5A61CD" w14:textId="77777777" w:rsidR="005B1E09" w:rsidRPr="005B1E09" w:rsidRDefault="005B1E09" w:rsidP="005B1E09">
            <w:pPr>
              <w:pStyle w:val="SIText"/>
            </w:pPr>
          </w:p>
          <w:p w14:paraId="361F707F" w14:textId="1CE7755D" w:rsidR="00A72A68" w:rsidRPr="005B1E09" w:rsidRDefault="00A72A68" w:rsidP="00A72A68">
            <w:pPr>
              <w:pStyle w:val="SIText"/>
            </w:pPr>
            <w:r w:rsidRPr="00A72A68">
              <w:t xml:space="preserve">There must be evidence that the individual has </w:t>
            </w:r>
            <w:r w:rsidR="00120707">
              <w:t xml:space="preserve">effectively </w:t>
            </w:r>
            <w:r w:rsidR="00A35AD9">
              <w:t xml:space="preserve">coordinated operations in a vineyard </w:t>
            </w:r>
            <w:r w:rsidR="00120707">
              <w:t xml:space="preserve">involving day-to-day </w:t>
            </w:r>
            <w:r w:rsidR="00120707" w:rsidRPr="00120707">
              <w:t>activities</w:t>
            </w:r>
            <w:r w:rsidR="00120707">
              <w:t xml:space="preserve"> in areas of</w:t>
            </w:r>
            <w:r w:rsidR="00120707" w:rsidRPr="00120707">
              <w:t xml:space="preserve"> harvesting, nursery, pruning or canopy management </w:t>
            </w:r>
            <w:r w:rsidR="00A35AD9">
              <w:t xml:space="preserve">and </w:t>
            </w:r>
            <w:r w:rsidRPr="00A72A68">
              <w:t>demonstrated the following:</w:t>
            </w:r>
          </w:p>
          <w:p w14:paraId="55DB855B" w14:textId="756CE278" w:rsidR="005B1E09" w:rsidRDefault="005B1E09" w:rsidP="00A72A68">
            <w:pPr>
              <w:pStyle w:val="SIBulletList1"/>
            </w:pPr>
            <w:r w:rsidRPr="005B1E09">
              <w:t>complying with work</w:t>
            </w:r>
            <w:r w:rsidR="00A35AD9">
              <w:t>place</w:t>
            </w:r>
            <w:r w:rsidRPr="005B1E09">
              <w:t xml:space="preserve"> health and safety requirements</w:t>
            </w:r>
          </w:p>
          <w:p w14:paraId="6D390E00" w14:textId="3CF9454E" w:rsidR="00A35AD9" w:rsidRPr="005B1E09" w:rsidRDefault="00A35AD9" w:rsidP="00A72A68">
            <w:pPr>
              <w:pStyle w:val="SIBulletList1"/>
            </w:pPr>
            <w:r>
              <w:t>selecting and fitting personal protective equipment</w:t>
            </w:r>
          </w:p>
          <w:p w14:paraId="6197CDE5" w14:textId="543061CD" w:rsidR="005B1E09" w:rsidRPr="005B1E09" w:rsidRDefault="005B1E09" w:rsidP="005B1E09">
            <w:pPr>
              <w:pStyle w:val="SIBulletList1"/>
            </w:pPr>
            <w:r w:rsidRPr="005B1E09">
              <w:t xml:space="preserve">determining activities required of </w:t>
            </w:r>
            <w:r w:rsidR="0079259A">
              <w:t>the vineyard processes</w:t>
            </w:r>
            <w:r w:rsidRPr="005B1E09">
              <w:t xml:space="preserve"> and individuals in order to meet </w:t>
            </w:r>
            <w:r w:rsidR="00A35AD9">
              <w:t xml:space="preserve">job </w:t>
            </w:r>
            <w:r w:rsidRPr="005B1E09">
              <w:t>targets</w:t>
            </w:r>
          </w:p>
          <w:p w14:paraId="17C2C23B" w14:textId="77777777" w:rsidR="005B1E09" w:rsidRPr="005B1E09" w:rsidRDefault="005B1E09" w:rsidP="005B1E09">
            <w:pPr>
              <w:pStyle w:val="SIBulletList1"/>
            </w:pPr>
            <w:r w:rsidRPr="005B1E09">
              <w:t>allocating activities and monitoring their implementation</w:t>
            </w:r>
          </w:p>
          <w:p w14:paraId="25A20476" w14:textId="7B71424C" w:rsidR="005B1E09" w:rsidRPr="005B1E09" w:rsidRDefault="005B1E09" w:rsidP="005B1E09">
            <w:pPr>
              <w:pStyle w:val="SIBulletList1"/>
            </w:pPr>
            <w:r w:rsidRPr="005B1E09">
              <w:t xml:space="preserve">providing </w:t>
            </w:r>
            <w:r w:rsidR="0079259A">
              <w:t xml:space="preserve">team </w:t>
            </w:r>
            <w:r w:rsidRPr="005B1E09">
              <w:t>leader</w:t>
            </w:r>
            <w:r w:rsidR="0079259A">
              <w:t>ship and instruction for vineyard</w:t>
            </w:r>
            <w:r w:rsidRPr="005B1E09">
              <w:t xml:space="preserve"> personnel</w:t>
            </w:r>
          </w:p>
          <w:p w14:paraId="5391F117" w14:textId="32EF7132" w:rsidR="005B1E09" w:rsidRDefault="0079259A" w:rsidP="005B1E09">
            <w:pPr>
              <w:pStyle w:val="SIBulletList1"/>
            </w:pPr>
            <w:r>
              <w:t xml:space="preserve">identifying and </w:t>
            </w:r>
            <w:r w:rsidR="00A35AD9">
              <w:t>addressing non-conformances</w:t>
            </w:r>
          </w:p>
          <w:p w14:paraId="0A6E7AF0" w14:textId="196E94DB" w:rsidR="005B1E09" w:rsidRPr="005B1E09" w:rsidRDefault="005B1E09" w:rsidP="005B1E09">
            <w:pPr>
              <w:pStyle w:val="SIBulletList1"/>
            </w:pPr>
            <w:r w:rsidRPr="005B1E09">
              <w:t>completing</w:t>
            </w:r>
            <w:r>
              <w:t xml:space="preserve"> workplace records</w:t>
            </w:r>
            <w:r w:rsidR="00146E27">
              <w:t>.</w:t>
            </w:r>
          </w:p>
        </w:tc>
      </w:tr>
    </w:tbl>
    <w:p w14:paraId="7CEE0B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E06E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352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BCD841" w14:textId="77777777" w:rsidTr="00CA2922">
        <w:tc>
          <w:tcPr>
            <w:tcW w:w="5000" w:type="pct"/>
            <w:shd w:val="clear" w:color="auto" w:fill="auto"/>
          </w:tcPr>
          <w:p w14:paraId="26EAF00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F28746" w14:textId="77777777" w:rsidR="005B1E09" w:rsidRPr="005B1E09" w:rsidRDefault="005B1E09" w:rsidP="005B1E09">
            <w:pPr>
              <w:pStyle w:val="SIBulletList1"/>
            </w:pPr>
            <w:r w:rsidRPr="005B1E09">
              <w:t>workplace planning processes:</w:t>
            </w:r>
          </w:p>
          <w:p w14:paraId="323C5FA6" w14:textId="538F499C" w:rsidR="005B1E09" w:rsidRPr="005B1E09" w:rsidRDefault="005B1E09" w:rsidP="005B1E09">
            <w:pPr>
              <w:pStyle w:val="SIBulletList2"/>
            </w:pPr>
            <w:r w:rsidRPr="005B1E09">
              <w:t xml:space="preserve">planning </w:t>
            </w:r>
            <w:r w:rsidR="0079259A">
              <w:t>and scheduling vineyard</w:t>
            </w:r>
            <w:r w:rsidR="00C45D1E">
              <w:t xml:space="preserve"> activities</w:t>
            </w:r>
          </w:p>
          <w:p w14:paraId="512E2744" w14:textId="2784FCAB" w:rsidR="005B1E09" w:rsidRPr="00F82574" w:rsidRDefault="005B1E09" w:rsidP="0079259A">
            <w:pPr>
              <w:pStyle w:val="SIBulletList1"/>
            </w:pPr>
            <w:r w:rsidRPr="00F82574">
              <w:t>personnel requirements</w:t>
            </w:r>
            <w:r w:rsidR="0079259A">
              <w:t>:</w:t>
            </w:r>
          </w:p>
          <w:p w14:paraId="72A52BE0" w14:textId="77777777" w:rsidR="005B1E09" w:rsidRPr="00F82574" w:rsidRDefault="005B1E09" w:rsidP="0079259A">
            <w:pPr>
              <w:pStyle w:val="SIBulletList2"/>
            </w:pPr>
            <w:r w:rsidRPr="00F82574">
              <w:t>equipment and materials required</w:t>
            </w:r>
          </w:p>
          <w:p w14:paraId="459117DA" w14:textId="77777777" w:rsidR="005B1E09" w:rsidRPr="00F82574" w:rsidRDefault="005B1E09" w:rsidP="0079259A">
            <w:pPr>
              <w:pStyle w:val="SIBulletList2"/>
            </w:pPr>
            <w:r w:rsidRPr="00F82574">
              <w:t>location</w:t>
            </w:r>
          </w:p>
          <w:p w14:paraId="6A4CDA30" w14:textId="77777777" w:rsidR="005B1E09" w:rsidRPr="00F82574" w:rsidRDefault="005B1E09" w:rsidP="0079259A">
            <w:pPr>
              <w:pStyle w:val="SIBulletList2"/>
            </w:pPr>
            <w:r w:rsidRPr="00F82574">
              <w:t>transport</w:t>
            </w:r>
          </w:p>
          <w:p w14:paraId="215B5508" w14:textId="77777777" w:rsidR="005B1E09" w:rsidRPr="00F82574" w:rsidRDefault="005B1E09" w:rsidP="0079259A">
            <w:pPr>
              <w:pStyle w:val="SIBulletList2"/>
            </w:pPr>
            <w:r w:rsidRPr="00F82574">
              <w:t>timing</w:t>
            </w:r>
          </w:p>
          <w:p w14:paraId="47D9D578" w14:textId="77777777" w:rsidR="005B1E09" w:rsidRPr="00F82574" w:rsidRDefault="005B1E09" w:rsidP="0079259A">
            <w:pPr>
              <w:pStyle w:val="SIBulletList2"/>
            </w:pPr>
            <w:r w:rsidRPr="00F82574">
              <w:t>environmental conditions</w:t>
            </w:r>
          </w:p>
          <w:p w14:paraId="0ADF33F7" w14:textId="6710719E" w:rsidR="005B1E09" w:rsidRPr="00F82574" w:rsidRDefault="0079259A" w:rsidP="0079259A">
            <w:pPr>
              <w:pStyle w:val="SIBulletList2"/>
            </w:pPr>
            <w:r>
              <w:t>other vineyard</w:t>
            </w:r>
            <w:r w:rsidR="005B1E09" w:rsidRPr="00F82574">
              <w:t xml:space="preserve"> activities</w:t>
            </w:r>
          </w:p>
          <w:p w14:paraId="2FD93644" w14:textId="77777777" w:rsidR="005B1E09" w:rsidRPr="005B1E09" w:rsidRDefault="005B1E09" w:rsidP="0079259A">
            <w:pPr>
              <w:pStyle w:val="SIBulletList1"/>
            </w:pPr>
            <w:r w:rsidRPr="00F82574">
              <w:t>quality</w:t>
            </w:r>
            <w:r w:rsidRPr="005B1E09">
              <w:t xml:space="preserve"> and quantity requirements</w:t>
            </w:r>
          </w:p>
          <w:p w14:paraId="13B6AD14" w14:textId="084B8AFF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work</w:t>
            </w:r>
            <w:r w:rsidR="00A35AD9">
              <w:t xml:space="preserve">place </w:t>
            </w:r>
            <w:r w:rsidR="005B1E09" w:rsidRPr="005B1E09">
              <w:t xml:space="preserve"> health and safety hazards and controls</w:t>
            </w:r>
          </w:p>
          <w:p w14:paraId="621AA524" w14:textId="19764388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environmental issues and controls</w:t>
            </w:r>
          </w:p>
          <w:p w14:paraId="333E3DDB" w14:textId="3B07BC24" w:rsidR="005B1E09" w:rsidRPr="005B1E09" w:rsidRDefault="00C45D1E" w:rsidP="005B1E09">
            <w:pPr>
              <w:pStyle w:val="SIBulletList1"/>
            </w:pPr>
            <w:r>
              <w:t xml:space="preserve">team leadership </w:t>
            </w:r>
            <w:r w:rsidR="005B1E09" w:rsidRPr="005B1E09">
              <w:t>communication principles and strategies</w:t>
            </w:r>
          </w:p>
          <w:p w14:paraId="75D7C3FC" w14:textId="119ED941" w:rsidR="005B1E09" w:rsidRPr="005B1E09" w:rsidRDefault="005B1E09" w:rsidP="005B1E09">
            <w:pPr>
              <w:pStyle w:val="SIBulletList1"/>
            </w:pPr>
            <w:r w:rsidRPr="005B1E09">
              <w:t xml:space="preserve">procedures for monitoring and reporting on </w:t>
            </w:r>
            <w:r w:rsidR="00517E8C">
              <w:t>individual and team performance</w:t>
            </w:r>
          </w:p>
          <w:p w14:paraId="71869B0C" w14:textId="2D8FFFD4" w:rsidR="005B1E09" w:rsidRPr="005B1E09" w:rsidRDefault="0079259A" w:rsidP="0079259A">
            <w:pPr>
              <w:pStyle w:val="SIBulletList1"/>
            </w:pPr>
            <w:r>
              <w:t>monitoring vineyard</w:t>
            </w:r>
            <w:r w:rsidR="005B1E09" w:rsidRPr="005B1E09">
              <w:t xml:space="preserve"> activities:</w:t>
            </w:r>
          </w:p>
          <w:p w14:paraId="53F708FB" w14:textId="77777777" w:rsidR="005B1E09" w:rsidRPr="00F82574" w:rsidRDefault="005B1E09" w:rsidP="0079259A">
            <w:pPr>
              <w:pStyle w:val="SIBulletList2"/>
            </w:pPr>
            <w:r w:rsidRPr="00F82574">
              <w:t>compliance with workplace, environmental and quality procedures</w:t>
            </w:r>
          </w:p>
          <w:p w14:paraId="47205522" w14:textId="77777777" w:rsidR="005B1E09" w:rsidRPr="00F82574" w:rsidRDefault="005B1E09" w:rsidP="0079259A">
            <w:pPr>
              <w:pStyle w:val="SIBulletList2"/>
            </w:pPr>
            <w:r w:rsidRPr="00F82574">
              <w:t>individual and team performance</w:t>
            </w:r>
          </w:p>
          <w:p w14:paraId="3E6ECBEC" w14:textId="77777777" w:rsidR="005B1E09" w:rsidRPr="00F82574" w:rsidRDefault="005B1E09" w:rsidP="0079259A">
            <w:pPr>
              <w:pStyle w:val="SIBulletList2"/>
            </w:pPr>
            <w:r w:rsidRPr="00F82574">
              <w:t>achievement of targets, timelines and performance requirements</w:t>
            </w:r>
          </w:p>
          <w:p w14:paraId="3B91FD05" w14:textId="16015CCC" w:rsidR="005B1E09" w:rsidRPr="00F82574" w:rsidRDefault="005B1E09" w:rsidP="0079259A">
            <w:pPr>
              <w:pStyle w:val="SIBulletList2"/>
            </w:pPr>
            <w:r w:rsidRPr="00F82574">
              <w:t>team members’ learning needs</w:t>
            </w:r>
          </w:p>
          <w:p w14:paraId="6AA46BF3" w14:textId="77777777" w:rsidR="005B1E09" w:rsidRPr="00F82574" w:rsidRDefault="005B1E09" w:rsidP="0079259A">
            <w:pPr>
              <w:pStyle w:val="SIBulletList2"/>
            </w:pPr>
            <w:r w:rsidRPr="00F82574">
              <w:t>instructing individuals and groups</w:t>
            </w:r>
          </w:p>
          <w:p w14:paraId="40CE3FE4" w14:textId="77777777" w:rsidR="005B1E09" w:rsidRPr="00F82574" w:rsidRDefault="005B1E09" w:rsidP="0079259A">
            <w:pPr>
              <w:pStyle w:val="SIBulletList2"/>
            </w:pPr>
            <w:r w:rsidRPr="00F82574">
              <w:t>providing feedback to individuals and groups</w:t>
            </w:r>
          </w:p>
          <w:p w14:paraId="4375D5E9" w14:textId="77777777" w:rsidR="005B1E09" w:rsidRPr="00F82574" w:rsidRDefault="005B1E09" w:rsidP="0079259A">
            <w:pPr>
              <w:pStyle w:val="SIBulletList2"/>
            </w:pPr>
            <w:r w:rsidRPr="00F82574">
              <w:t>resolving conflicts</w:t>
            </w:r>
          </w:p>
          <w:p w14:paraId="4235F15C" w14:textId="2E4216E6" w:rsidR="005B1E09" w:rsidRPr="005B1E09" w:rsidRDefault="005B1E09" w:rsidP="003A6347">
            <w:pPr>
              <w:pStyle w:val="SIBulletList1"/>
            </w:pPr>
            <w:r w:rsidRPr="005B1E09">
              <w:t xml:space="preserve">recognising, correcting and reporting </w:t>
            </w:r>
            <w:r w:rsidR="00A35AD9">
              <w:t>non-conformances</w:t>
            </w:r>
          </w:p>
          <w:p w14:paraId="03632CDD" w14:textId="77777777" w:rsidR="00CD7A28" w:rsidRPr="000754EC" w:rsidRDefault="005B1E09" w:rsidP="003A6347">
            <w:pPr>
              <w:pStyle w:val="SIBulletList1"/>
            </w:pPr>
            <w:r w:rsidRPr="005B1E09">
              <w:t>maintaining workplace records.</w:t>
            </w:r>
          </w:p>
        </w:tc>
      </w:tr>
    </w:tbl>
    <w:p w14:paraId="7DC0F1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27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9FA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462AD3D" w14:textId="77777777" w:rsidTr="00CA2922">
        <w:tc>
          <w:tcPr>
            <w:tcW w:w="5000" w:type="pct"/>
            <w:shd w:val="clear" w:color="auto" w:fill="auto"/>
          </w:tcPr>
          <w:p w14:paraId="211A6781" w14:textId="430952B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EAC6002" w14:textId="77777777" w:rsidR="005B1E09" w:rsidRPr="005B1E09" w:rsidRDefault="005B1E09" w:rsidP="005B1E09">
            <w:pPr>
              <w:pStyle w:val="SIBulletList1"/>
            </w:pPr>
            <w:r w:rsidRPr="005B1E09">
              <w:t>physical conditions:</w:t>
            </w:r>
          </w:p>
          <w:p w14:paraId="05EBF436" w14:textId="3B70E7F2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 xml:space="preserve">a </w:t>
            </w:r>
            <w:r w:rsidR="00D67393">
              <w:rPr>
                <w:rFonts w:eastAsia="Calibri"/>
              </w:rPr>
              <w:t xml:space="preserve">vineyard </w:t>
            </w:r>
            <w:r w:rsidRPr="005B1E09">
              <w:rPr>
                <w:rFonts w:eastAsia="Calibri"/>
              </w:rPr>
              <w:t>workplace or an environment that accurately represents workplace conditions</w:t>
            </w:r>
          </w:p>
          <w:p w14:paraId="48047A08" w14:textId="77777777" w:rsidR="005B1E09" w:rsidRPr="005B1E09" w:rsidRDefault="005B1E09" w:rsidP="005B1E09">
            <w:pPr>
              <w:pStyle w:val="SIBulletList1"/>
            </w:pPr>
            <w:r w:rsidRPr="005B1E09">
              <w:t>resources, equipment and materials:</w:t>
            </w:r>
          </w:p>
          <w:p w14:paraId="6ECA6A82" w14:textId="01CBB14D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personal protective equipment</w:t>
            </w:r>
          </w:p>
          <w:p w14:paraId="6664E2C1" w14:textId="7F0EC4EE" w:rsidR="005B1E09" w:rsidRPr="005B1E09" w:rsidRDefault="0098421A" w:rsidP="005B1E0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vineyard </w:t>
            </w:r>
            <w:r w:rsidR="005B1E09" w:rsidRPr="005B1E09">
              <w:rPr>
                <w:rFonts w:eastAsia="Calibri"/>
              </w:rPr>
              <w:t>equipment, services and corresponding information</w:t>
            </w:r>
          </w:p>
          <w:p w14:paraId="475BE4BF" w14:textId="1C10DDD9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 xml:space="preserve">products and materials required for </w:t>
            </w:r>
            <w:r w:rsidR="0098421A">
              <w:rPr>
                <w:rFonts w:eastAsia="Calibri"/>
              </w:rPr>
              <w:t>vineyard</w:t>
            </w:r>
            <w:r w:rsidRPr="005B1E09">
              <w:rPr>
                <w:rFonts w:eastAsia="Calibri"/>
              </w:rPr>
              <w:t xml:space="preserve"> work</w:t>
            </w:r>
          </w:p>
          <w:p w14:paraId="2B635D0A" w14:textId="77F85861" w:rsidR="005B1E09" w:rsidRPr="005B1E09" w:rsidRDefault="00D67393" w:rsidP="005B1E0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 for</w:t>
            </w:r>
            <w:r w:rsidR="005B1E09" w:rsidRPr="005B1E09">
              <w:rPr>
                <w:rFonts w:eastAsia="Calibri"/>
              </w:rPr>
              <w:t xml:space="preserve"> recording requirements and procedures</w:t>
            </w:r>
          </w:p>
          <w:p w14:paraId="1DF50075" w14:textId="77777777" w:rsidR="005B1E09" w:rsidRPr="005B1E09" w:rsidRDefault="005B1E09" w:rsidP="005B1E09">
            <w:pPr>
              <w:pStyle w:val="SIBulletList1"/>
              <w:rPr>
                <w:rFonts w:eastAsia="Calibri"/>
              </w:rPr>
            </w:pPr>
            <w:r w:rsidRPr="005B1E09">
              <w:rPr>
                <w:rFonts w:eastAsia="Calibri"/>
              </w:rPr>
              <w:t>specifications:</w:t>
            </w:r>
          </w:p>
          <w:p w14:paraId="5B1F4857" w14:textId="2E14C298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lastRenderedPageBreak/>
              <w:t xml:space="preserve">work procedures, including advice on company practices, safe work practices, </w:t>
            </w:r>
            <w:r w:rsidR="000E4FC4">
              <w:rPr>
                <w:rFonts w:eastAsia="Calibri"/>
              </w:rPr>
              <w:t xml:space="preserve">people management, </w:t>
            </w:r>
            <w:r w:rsidRPr="005B1E09">
              <w:rPr>
                <w:rFonts w:eastAsia="Calibri"/>
              </w:rPr>
              <w:t>quality and environmental requirements</w:t>
            </w:r>
          </w:p>
          <w:p w14:paraId="5A272884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instructions, information, specifications and schedules</w:t>
            </w:r>
          </w:p>
          <w:p w14:paraId="2B4A33E9" w14:textId="77777777" w:rsidR="005B1E09" w:rsidRPr="005B1E09" w:rsidRDefault="005B1E09" w:rsidP="005B1E09">
            <w:pPr>
              <w:pStyle w:val="SIBulletList1"/>
            </w:pPr>
            <w:r w:rsidRPr="005B1E09">
              <w:t>relationships (internal and/or external):</w:t>
            </w:r>
          </w:p>
          <w:p w14:paraId="58B630F5" w14:textId="1AF55355" w:rsidR="0021210E" w:rsidRDefault="005B1E09" w:rsidP="005B1E09">
            <w:pPr>
              <w:pStyle w:val="SIBulletList2"/>
            </w:pPr>
            <w:r w:rsidRPr="005B1E09">
              <w:t>small work groups or teams to coordinate</w:t>
            </w:r>
            <w:r w:rsidR="00AB3C79">
              <w:t>.</w:t>
            </w:r>
          </w:p>
          <w:p w14:paraId="4E1BA1AD" w14:textId="77777777" w:rsidR="0098421A" w:rsidRDefault="0098421A" w:rsidP="0098421A">
            <w:pPr>
              <w:pStyle w:val="SIText"/>
            </w:pPr>
          </w:p>
          <w:p w14:paraId="608113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2D5EFF0" w14:textId="77777777" w:rsidR="00F1480E" w:rsidRPr="000754EC" w:rsidRDefault="00F1480E" w:rsidP="0098421A">
            <w:pPr>
              <w:pStyle w:val="SIText"/>
              <w:rPr>
                <w:rFonts w:eastAsia="Calibri"/>
              </w:rPr>
            </w:pPr>
          </w:p>
        </w:tc>
      </w:tr>
    </w:tbl>
    <w:p w14:paraId="089D02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53692F" w14:textId="77777777" w:rsidTr="004679E3">
        <w:tc>
          <w:tcPr>
            <w:tcW w:w="990" w:type="pct"/>
            <w:shd w:val="clear" w:color="auto" w:fill="auto"/>
          </w:tcPr>
          <w:p w14:paraId="0A6E62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C8EDB1" w14:textId="0DF1629F" w:rsidR="00CD7A28" w:rsidRPr="000754EC" w:rsidRDefault="00D64E98" w:rsidP="00CD7A28">
            <w:pPr>
              <w:pStyle w:val="SIText"/>
            </w:pPr>
            <w:r w:rsidRPr="00D64E98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23F6E7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CC6A9" w14:textId="77777777" w:rsidR="00601596" w:rsidRDefault="00601596" w:rsidP="00BF3F0A">
      <w:r>
        <w:separator/>
      </w:r>
    </w:p>
    <w:p w14:paraId="390E068E" w14:textId="77777777" w:rsidR="00601596" w:rsidRDefault="00601596"/>
  </w:endnote>
  <w:endnote w:type="continuationSeparator" w:id="0">
    <w:p w14:paraId="25DD1129" w14:textId="77777777" w:rsidR="00601596" w:rsidRDefault="00601596" w:rsidP="00BF3F0A">
      <w:r>
        <w:continuationSeparator/>
      </w:r>
    </w:p>
    <w:p w14:paraId="2CE82BCF" w14:textId="77777777" w:rsidR="00601596" w:rsidRDefault="006015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FEB2F5A" w14:textId="65C1FCF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92635">
          <w:rPr>
            <w:noProof/>
          </w:rPr>
          <w:t>4</w:t>
        </w:r>
        <w:r w:rsidRPr="000754EC">
          <w:fldChar w:fldCharType="end"/>
        </w:r>
      </w:p>
      <w:p w14:paraId="0C8469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ED17E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7B4DB" w14:textId="77777777" w:rsidR="00601596" w:rsidRDefault="00601596" w:rsidP="00BF3F0A">
      <w:r>
        <w:separator/>
      </w:r>
    </w:p>
    <w:p w14:paraId="1C221DA3" w14:textId="77777777" w:rsidR="00601596" w:rsidRDefault="00601596"/>
  </w:footnote>
  <w:footnote w:type="continuationSeparator" w:id="0">
    <w:p w14:paraId="654D892F" w14:textId="77777777" w:rsidR="00601596" w:rsidRDefault="00601596" w:rsidP="00BF3F0A">
      <w:r>
        <w:continuationSeparator/>
      </w:r>
    </w:p>
    <w:p w14:paraId="6A94BF1E" w14:textId="77777777" w:rsidR="00601596" w:rsidRDefault="006015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5CCB" w14:textId="1E2A7CC7" w:rsidR="009C2650" w:rsidRPr="00984B80" w:rsidRDefault="00120707" w:rsidP="00984B80">
    <w:r>
      <w:t>FBPVIT</w:t>
    </w:r>
    <w:r w:rsidR="00920DB5">
      <w:t xml:space="preserve">3XXX </w:t>
    </w:r>
    <w:r w:rsidR="00C62686">
      <w:t>Coordinate vineyard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4B660B"/>
    <w:multiLevelType w:val="multilevel"/>
    <w:tmpl w:val="DC96E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8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ED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FC4"/>
    <w:rsid w:val="000F29F2"/>
    <w:rsid w:val="000F67FB"/>
    <w:rsid w:val="00101659"/>
    <w:rsid w:val="001078BF"/>
    <w:rsid w:val="00120707"/>
    <w:rsid w:val="00133957"/>
    <w:rsid w:val="001372F6"/>
    <w:rsid w:val="00144385"/>
    <w:rsid w:val="00146E27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25C"/>
    <w:rsid w:val="00223124"/>
    <w:rsid w:val="00233143"/>
    <w:rsid w:val="00234444"/>
    <w:rsid w:val="00242293"/>
    <w:rsid w:val="00244EA7"/>
    <w:rsid w:val="00256855"/>
    <w:rsid w:val="00262FC3"/>
    <w:rsid w:val="0026394F"/>
    <w:rsid w:val="00276DB8"/>
    <w:rsid w:val="00282664"/>
    <w:rsid w:val="00285FB8"/>
    <w:rsid w:val="002970C3"/>
    <w:rsid w:val="002A4CD3"/>
    <w:rsid w:val="002A6CC4"/>
    <w:rsid w:val="002B7ACA"/>
    <w:rsid w:val="002C4DA2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6347"/>
    <w:rsid w:val="003A7221"/>
    <w:rsid w:val="003B3493"/>
    <w:rsid w:val="003C13AE"/>
    <w:rsid w:val="003D2E73"/>
    <w:rsid w:val="003E72B6"/>
    <w:rsid w:val="003E78A2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CE5"/>
    <w:rsid w:val="00475172"/>
    <w:rsid w:val="004758B0"/>
    <w:rsid w:val="00481D5D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0D61"/>
    <w:rsid w:val="004E1579"/>
    <w:rsid w:val="004E5FAE"/>
    <w:rsid w:val="004E6245"/>
    <w:rsid w:val="004E6741"/>
    <w:rsid w:val="004E7094"/>
    <w:rsid w:val="004F078B"/>
    <w:rsid w:val="004F5DC7"/>
    <w:rsid w:val="004F78DA"/>
    <w:rsid w:val="0051697E"/>
    <w:rsid w:val="00517E8C"/>
    <w:rsid w:val="00520E9A"/>
    <w:rsid w:val="0052125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954"/>
    <w:rsid w:val="005A1D70"/>
    <w:rsid w:val="005A3AA5"/>
    <w:rsid w:val="005A6C9C"/>
    <w:rsid w:val="005A74DC"/>
    <w:rsid w:val="005B1E09"/>
    <w:rsid w:val="005B5146"/>
    <w:rsid w:val="005D1AFD"/>
    <w:rsid w:val="005E40FE"/>
    <w:rsid w:val="005E51E6"/>
    <w:rsid w:val="005F027A"/>
    <w:rsid w:val="005F33CC"/>
    <w:rsid w:val="005F771F"/>
    <w:rsid w:val="0060159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078"/>
    <w:rsid w:val="00686A49"/>
    <w:rsid w:val="00687B62"/>
    <w:rsid w:val="00690C44"/>
    <w:rsid w:val="00692635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27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59A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89F"/>
    <w:rsid w:val="008E260C"/>
    <w:rsid w:val="008E39BE"/>
    <w:rsid w:val="008E62EC"/>
    <w:rsid w:val="008F32F6"/>
    <w:rsid w:val="00916CD7"/>
    <w:rsid w:val="00920927"/>
    <w:rsid w:val="00920DB5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21A"/>
    <w:rsid w:val="00984B8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AD9"/>
    <w:rsid w:val="00A5092E"/>
    <w:rsid w:val="00A554D6"/>
    <w:rsid w:val="00A56E14"/>
    <w:rsid w:val="00A6476B"/>
    <w:rsid w:val="00A66068"/>
    <w:rsid w:val="00A67D0B"/>
    <w:rsid w:val="00A72A68"/>
    <w:rsid w:val="00A76C6C"/>
    <w:rsid w:val="00A7796E"/>
    <w:rsid w:val="00A87356"/>
    <w:rsid w:val="00A92DD1"/>
    <w:rsid w:val="00AA5338"/>
    <w:rsid w:val="00AB1B8E"/>
    <w:rsid w:val="00AB3C7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8F7"/>
    <w:rsid w:val="00BF1D4C"/>
    <w:rsid w:val="00BF3F0A"/>
    <w:rsid w:val="00BF6A76"/>
    <w:rsid w:val="00C143C3"/>
    <w:rsid w:val="00C1739B"/>
    <w:rsid w:val="00C21ADE"/>
    <w:rsid w:val="00C26067"/>
    <w:rsid w:val="00C30A29"/>
    <w:rsid w:val="00C317DC"/>
    <w:rsid w:val="00C45D1E"/>
    <w:rsid w:val="00C578E9"/>
    <w:rsid w:val="00C62686"/>
    <w:rsid w:val="00C7053E"/>
    <w:rsid w:val="00C70626"/>
    <w:rsid w:val="00C72860"/>
    <w:rsid w:val="00C73582"/>
    <w:rsid w:val="00C73B90"/>
    <w:rsid w:val="00C742EC"/>
    <w:rsid w:val="00C8094E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3319"/>
    <w:rsid w:val="00D145BE"/>
    <w:rsid w:val="00D20C57"/>
    <w:rsid w:val="00D25D16"/>
    <w:rsid w:val="00D32124"/>
    <w:rsid w:val="00D54C76"/>
    <w:rsid w:val="00D64E98"/>
    <w:rsid w:val="00D6739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DA7"/>
    <w:rsid w:val="00E238E6"/>
    <w:rsid w:val="00E35064"/>
    <w:rsid w:val="00E3681D"/>
    <w:rsid w:val="00E40225"/>
    <w:rsid w:val="00E501F0"/>
    <w:rsid w:val="00E6166D"/>
    <w:rsid w:val="00E64D43"/>
    <w:rsid w:val="00E71C4C"/>
    <w:rsid w:val="00E91BFF"/>
    <w:rsid w:val="00E92933"/>
    <w:rsid w:val="00E94FAD"/>
    <w:rsid w:val="00EB0AA4"/>
    <w:rsid w:val="00EB461B"/>
    <w:rsid w:val="00EB5C88"/>
    <w:rsid w:val="00EB7D0C"/>
    <w:rsid w:val="00EC0469"/>
    <w:rsid w:val="00EC354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46A2"/>
    <w:rsid w:val="00F65EF0"/>
    <w:rsid w:val="00F71651"/>
    <w:rsid w:val="00F76191"/>
    <w:rsid w:val="00F76CC6"/>
    <w:rsid w:val="00F82574"/>
    <w:rsid w:val="00F83D7C"/>
    <w:rsid w:val="00F91DD3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F986"/>
  <w15:docId w15:val="{64504F5C-2E9A-41D1-8C67-6A8B985A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656E3FA-58CB-4C44-B76C-2A670CC3E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BFFDD4-6D90-4DC2-9769-183BAF30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FBPVIT3XXX  Coordinate vineyard operations</vt:lpstr>
    </vt:vector>
  </TitlesOfParts>
  <Manager/>
  <Company>Skills Impact LTD</Company>
  <LinksUpToDate>false</LinksUpToDate>
  <CharactersWithSpaces>7245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FBPVIT3XXX  Coordinate vineyard operations</dc:title>
  <dc:subject/>
  <dc:creator>Dennis Trevarthen</dc:creator>
  <cp:keywords/>
  <dc:description/>
  <cp:lastModifiedBy>Ruth Geldard</cp:lastModifiedBy>
  <cp:revision>4</cp:revision>
  <cp:lastPrinted>2016-05-27T05:21:00Z</cp:lastPrinted>
  <dcterms:created xsi:type="dcterms:W3CDTF">2018-04-17T06:09:00Z</dcterms:created>
  <dcterms:modified xsi:type="dcterms:W3CDTF">2018-04-20T00:44:00Z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